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12E" w:rsidRPr="000002E6" w:rsidRDefault="00C35ECE" w:rsidP="00A6712E">
      <w:pPr>
        <w:ind w:left="426"/>
        <w:jc w:val="center"/>
        <w:rPr>
          <w:rFonts w:ascii="Times New Roman" w:hAnsi="Times New Roman" w:cs="Times New Roman"/>
          <w:b/>
          <w:sz w:val="44"/>
          <w:szCs w:val="24"/>
        </w:rPr>
      </w:pPr>
      <w:r>
        <w:rPr>
          <w:rFonts w:ascii="Times New Roman" w:hAnsi="Times New Roman" w:cs="Times New Roman"/>
          <w:b/>
          <w:sz w:val="44"/>
          <w:szCs w:val="24"/>
        </w:rPr>
        <w:t>Allegato 3</w:t>
      </w:r>
    </w:p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Default="00C35ECE" w:rsidP="00C35EC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35ECE" w:rsidRPr="008A542D" w:rsidRDefault="00C35ECE" w:rsidP="00C35ECE"/>
    <w:tbl>
      <w:tblPr>
        <w:tblStyle w:val="Grigliatabella"/>
        <w:tblpPr w:leftFromText="141" w:rightFromText="141" w:vertAnchor="page" w:horzAnchor="margin" w:tblpX="250" w:tblpY="1321"/>
        <w:tblW w:w="13656" w:type="dxa"/>
        <w:tblLook w:val="04A0" w:firstRow="1" w:lastRow="0" w:firstColumn="1" w:lastColumn="0" w:noHBand="0" w:noVBand="1"/>
      </w:tblPr>
      <w:tblGrid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</w:tblGrid>
      <w:tr w:rsidR="00C35ECE" w:rsidRPr="00C051CA" w:rsidTr="00584E83">
        <w:trPr>
          <w:trHeight w:val="416"/>
        </w:trPr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</w:tr>
    </w:tbl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="250" w:tblpY="2791"/>
        <w:tblW w:w="13656" w:type="dxa"/>
        <w:tblLook w:val="04A0" w:firstRow="1" w:lastRow="0" w:firstColumn="1" w:lastColumn="0" w:noHBand="0" w:noVBand="1"/>
      </w:tblPr>
      <w:tblGrid>
        <w:gridCol w:w="1086"/>
        <w:gridCol w:w="676"/>
        <w:gridCol w:w="1086"/>
        <w:gridCol w:w="677"/>
        <w:gridCol w:w="1311"/>
        <w:gridCol w:w="677"/>
        <w:gridCol w:w="1087"/>
        <w:gridCol w:w="677"/>
        <w:gridCol w:w="1087"/>
        <w:gridCol w:w="677"/>
        <w:gridCol w:w="1087"/>
        <w:gridCol w:w="677"/>
        <w:gridCol w:w="1087"/>
        <w:gridCol w:w="677"/>
        <w:gridCol w:w="1087"/>
      </w:tblGrid>
      <w:tr w:rsidR="00C35ECE" w:rsidRPr="00C051CA" w:rsidTr="00584E83">
        <w:trPr>
          <w:trHeight w:val="416"/>
        </w:trPr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>
              <w:rPr>
                <w:rFonts w:asciiTheme="majorHAnsi" w:hAnsiTheme="majorHAnsi"/>
                <w:sz w:val="72"/>
                <w:szCs w:val="44"/>
              </w:rPr>
              <w:t>234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</w:tr>
    </w:tbl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Pr="008A542D" w:rsidRDefault="00C35ECE" w:rsidP="00C35ECE"/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Pr="008A542D" w:rsidRDefault="00C35ECE" w:rsidP="00C35ECE"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Grigliatabella"/>
        <w:tblpPr w:leftFromText="141" w:rightFromText="141" w:vertAnchor="page" w:horzAnchor="margin" w:tblpX="250" w:tblpY="4501"/>
        <w:tblW w:w="11864" w:type="dxa"/>
        <w:tblLook w:val="04A0" w:firstRow="1" w:lastRow="0" w:firstColumn="1" w:lastColumn="0" w:noHBand="0" w:noVBand="1"/>
      </w:tblPr>
      <w:tblGrid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</w:tblGrid>
      <w:tr w:rsidR="00C35ECE" w:rsidRPr="00C051CA" w:rsidTr="00584E83">
        <w:trPr>
          <w:trHeight w:val="416"/>
        </w:trPr>
        <w:tc>
          <w:tcPr>
            <w:tcW w:w="1112" w:type="dxa"/>
            <w:vAlign w:val="center"/>
          </w:tcPr>
          <w:p w:rsidR="00C35ECE" w:rsidRPr="00C051CA" w:rsidRDefault="00C35ECE" w:rsidP="00584E83">
            <w:pPr>
              <w:ind w:firstLine="76"/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</w:tr>
    </w:tbl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="250" w:tblpY="6211"/>
        <w:tblW w:w="10072" w:type="dxa"/>
        <w:tblLook w:val="04A0" w:firstRow="1" w:lastRow="0" w:firstColumn="1" w:lastColumn="0" w:noHBand="0" w:noVBand="1"/>
      </w:tblPr>
      <w:tblGrid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</w:tblGrid>
      <w:tr w:rsidR="00C35ECE" w:rsidRPr="00C051CA" w:rsidTr="00584E83">
        <w:trPr>
          <w:trHeight w:val="416"/>
        </w:trPr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</w:tr>
    </w:tbl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p w:rsidR="00C35ECE" w:rsidRPr="008A542D" w:rsidRDefault="00C35ECE" w:rsidP="00C35ECE"/>
    <w:tbl>
      <w:tblPr>
        <w:tblStyle w:val="Grigliatabella"/>
        <w:tblpPr w:leftFromText="141" w:rightFromText="141" w:vertAnchor="page" w:horzAnchor="margin" w:tblpX="250" w:tblpY="7831"/>
        <w:tblW w:w="8280" w:type="dxa"/>
        <w:tblLook w:val="04A0" w:firstRow="1" w:lastRow="0" w:firstColumn="1" w:lastColumn="0" w:noHBand="0" w:noVBand="1"/>
      </w:tblPr>
      <w:tblGrid>
        <w:gridCol w:w="1112"/>
        <w:gridCol w:w="680"/>
        <w:gridCol w:w="1112"/>
        <w:gridCol w:w="680"/>
        <w:gridCol w:w="1112"/>
        <w:gridCol w:w="680"/>
        <w:gridCol w:w="1112"/>
        <w:gridCol w:w="680"/>
        <w:gridCol w:w="1112"/>
      </w:tblGrid>
      <w:tr w:rsidR="00C35ECE" w:rsidRPr="00C051CA" w:rsidTr="00584E83">
        <w:trPr>
          <w:trHeight w:val="416"/>
        </w:trPr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</w:tr>
    </w:tbl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="250" w:tblpY="9421"/>
        <w:tblW w:w="13656" w:type="dxa"/>
        <w:tblLook w:val="04A0" w:firstRow="1" w:lastRow="0" w:firstColumn="1" w:lastColumn="0" w:noHBand="0" w:noVBand="1"/>
      </w:tblPr>
      <w:tblGrid>
        <w:gridCol w:w="1086"/>
        <w:gridCol w:w="676"/>
        <w:gridCol w:w="1086"/>
        <w:gridCol w:w="677"/>
        <w:gridCol w:w="1087"/>
        <w:gridCol w:w="677"/>
        <w:gridCol w:w="1087"/>
        <w:gridCol w:w="677"/>
        <w:gridCol w:w="1087"/>
        <w:gridCol w:w="677"/>
        <w:gridCol w:w="1311"/>
        <w:gridCol w:w="677"/>
        <w:gridCol w:w="1087"/>
        <w:gridCol w:w="677"/>
        <w:gridCol w:w="1087"/>
      </w:tblGrid>
      <w:tr w:rsidR="00C35ECE" w:rsidRPr="00C051CA" w:rsidTr="00584E83">
        <w:trPr>
          <w:trHeight w:val="416"/>
        </w:trPr>
        <w:tc>
          <w:tcPr>
            <w:tcW w:w="1112" w:type="dxa"/>
            <w:vAlign w:val="center"/>
          </w:tcPr>
          <w:p w:rsidR="00C35ECE" w:rsidRPr="00C051CA" w:rsidRDefault="00C35ECE" w:rsidP="00584E83">
            <w:pPr>
              <w:ind w:firstLine="76"/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>
              <w:rPr>
                <w:rFonts w:asciiTheme="majorHAnsi" w:hAnsiTheme="majorHAnsi"/>
                <w:sz w:val="72"/>
                <w:szCs w:val="44"/>
              </w:rPr>
              <w:t>435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C35ECE" w:rsidRPr="00C051CA" w:rsidRDefault="00C35ECE" w:rsidP="00584E83">
            <w:pPr>
              <w:jc w:val="center"/>
              <w:rPr>
                <w:rFonts w:asciiTheme="majorHAnsi" w:hAnsiTheme="majorHAnsi"/>
                <w:sz w:val="72"/>
                <w:szCs w:val="44"/>
              </w:rPr>
            </w:pPr>
            <w:r w:rsidRPr="00C051CA">
              <w:rPr>
                <w:rFonts w:asciiTheme="majorHAnsi" w:hAnsiTheme="majorHAnsi"/>
                <w:sz w:val="72"/>
                <w:szCs w:val="44"/>
              </w:rPr>
              <w:t>&lt;</w:t>
            </w:r>
          </w:p>
        </w:tc>
        <w:tc>
          <w:tcPr>
            <w:tcW w:w="1112" w:type="dxa"/>
            <w:vAlign w:val="center"/>
          </w:tcPr>
          <w:p w:rsidR="00C35ECE" w:rsidRPr="00C051CA" w:rsidRDefault="00C35ECE" w:rsidP="00584E83">
            <w:pPr>
              <w:jc w:val="center"/>
              <w:rPr>
                <w:rFonts w:ascii="Comic Sans MS" w:hAnsi="Comic Sans MS"/>
                <w:sz w:val="72"/>
                <w:szCs w:val="44"/>
              </w:rPr>
            </w:pPr>
          </w:p>
        </w:tc>
      </w:tr>
    </w:tbl>
    <w:p w:rsidR="00C35ECE" w:rsidRDefault="00C35ECE" w:rsidP="00C35ECE">
      <w:pPr>
        <w:rPr>
          <w:rFonts w:ascii="Times New Roman" w:hAnsi="Times New Roman" w:cs="Times New Roman"/>
          <w:sz w:val="24"/>
          <w:szCs w:val="24"/>
        </w:rPr>
        <w:sectPr w:rsidR="00C35ECE" w:rsidSect="00903B9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545179" w:rsidRDefault="00545179" w:rsidP="00C35ECE"/>
    <w:sectPr w:rsidR="00545179" w:rsidSect="00A6712E">
      <w:pgSz w:w="16838" w:h="11906" w:orient="landscape"/>
      <w:pgMar w:top="426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E6"/>
    <w:rsid w:val="000002E6"/>
    <w:rsid w:val="00545179"/>
    <w:rsid w:val="00A6712E"/>
    <w:rsid w:val="00C3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AutoShape 705"/>
        <o:r id="V:Rule2" type="connector" idref="#AutoShape 704"/>
      </o:rules>
    </o:shapelayout>
  </w:shapeDefaults>
  <w:decimalSymbol w:val="."/>
  <w:listSeparator w:val=";"/>
  <w14:docId w14:val="47D91F29"/>
  <w15:chartTrackingRefBased/>
  <w15:docId w15:val="{17EA79B0-FC7B-49BE-95A7-6E7A6148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A95B0149</Template>
  <TotalTime>0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2</cp:revision>
  <dcterms:created xsi:type="dcterms:W3CDTF">2018-06-18T08:54:00Z</dcterms:created>
  <dcterms:modified xsi:type="dcterms:W3CDTF">2018-06-18T08:54:00Z</dcterms:modified>
</cp:coreProperties>
</file>